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40BC" w:rsidRDefault="00FE40B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境外非政府组织代表机构注销登记申请表</w:t>
      </w:r>
    </w:p>
    <w:p w:rsidR="00FE40BC" w:rsidRPr="00257696" w:rsidRDefault="00FE40BC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4.25pt;margin-top:0;width:164.45pt;height:68.25pt;z-index:251658240">
            <v:textbox>
              <w:txbxContent>
                <w:p w:rsidR="00FE40BC" w:rsidRPr="007B238B" w:rsidRDefault="00FE40BC" w:rsidP="00257696">
                  <w:pPr>
                    <w:jc w:val="left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受理条形码粘贴处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3.9pt;margin-top:0;width:164.45pt;height:68.25pt;z-index:251657216">
            <v:textbox>
              <w:txbxContent>
                <w:p w:rsidR="00FE40BC" w:rsidRPr="007B238B" w:rsidRDefault="00FE40BC" w:rsidP="00257696">
                  <w:pPr>
                    <w:jc w:val="left"/>
                    <w:rPr>
                      <w:rFonts w:ascii="仿宋_GB2312" w:eastAsia="仿宋_GB2312"/>
                    </w:rPr>
                  </w:pPr>
                  <w:r w:rsidRPr="007B238B">
                    <w:rPr>
                      <w:rFonts w:ascii="仿宋_GB2312" w:eastAsia="仿宋_GB2312" w:hint="eastAsia"/>
                    </w:rPr>
                    <w:t>填写说明：本申请书</w:t>
                  </w:r>
                  <w:r>
                    <w:rPr>
                      <w:rFonts w:ascii="仿宋_GB2312" w:eastAsia="仿宋_GB2312" w:hint="eastAsia"/>
                    </w:rPr>
                    <w:t>务必填写真实情况，</w:t>
                  </w:r>
                  <w:r w:rsidRPr="007B238B">
                    <w:rPr>
                      <w:rFonts w:ascii="仿宋_GB2312" w:eastAsia="仿宋_GB2312" w:hint="eastAsia"/>
                    </w:rPr>
                    <w:t>所填内容应</w:t>
                  </w:r>
                  <w:r>
                    <w:rPr>
                      <w:rFonts w:ascii="仿宋_GB2312" w:eastAsia="仿宋_GB2312" w:hint="eastAsia"/>
                    </w:rPr>
                    <w:t>打印。“签名”处，应由本人签名，选择项请在</w:t>
                  </w:r>
                  <w:r w:rsidRPr="007B238B">
                    <w:rPr>
                      <w:rFonts w:ascii="仿宋_GB2312" w:eastAsia="仿宋_GB2312" w:hint="eastAsia"/>
                    </w:rPr>
                    <w:t>□</w:t>
                  </w:r>
                  <w:r>
                    <w:rPr>
                      <w:rFonts w:ascii="仿宋_GB2312" w:eastAsia="仿宋_GB2312" w:hint="eastAsia"/>
                    </w:rPr>
                    <w:t>中打√。</w:t>
                  </w:r>
                </w:p>
              </w:txbxContent>
            </v:textbox>
          </v:shape>
        </w:pict>
      </w:r>
    </w:p>
    <w:p w:rsidR="00FE40BC" w:rsidRDefault="00FE40BC">
      <w:pPr>
        <w:jc w:val="center"/>
        <w:rPr>
          <w:rFonts w:ascii="仿宋_GB2312" w:eastAsia="仿宋_GB2312"/>
          <w:sz w:val="32"/>
          <w:szCs w:val="32"/>
        </w:rPr>
      </w:pPr>
    </w:p>
    <w:p w:rsidR="00FE40BC" w:rsidRPr="00257696" w:rsidRDefault="00FE40BC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89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94"/>
        <w:gridCol w:w="1743"/>
        <w:gridCol w:w="4494"/>
      </w:tblGrid>
      <w:tr w:rsidR="00FE40BC" w:rsidRPr="000A22CA" w:rsidTr="007E36D5">
        <w:trPr>
          <w:trHeight w:val="918"/>
        </w:trPr>
        <w:tc>
          <w:tcPr>
            <w:tcW w:w="2694" w:type="dxa"/>
          </w:tcPr>
          <w:p w:rsidR="00FE40BC" w:rsidRPr="000A22CA" w:rsidRDefault="00FE40BC" w:rsidP="00FE40BC">
            <w:pPr>
              <w:ind w:firstLineChars="100" w:firstLine="31680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代表机构名称</w:t>
            </w:r>
          </w:p>
        </w:tc>
        <w:tc>
          <w:tcPr>
            <w:tcW w:w="6237" w:type="dxa"/>
            <w:gridSpan w:val="2"/>
          </w:tcPr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E40BC" w:rsidRPr="000A22CA" w:rsidTr="006D77CA">
        <w:trPr>
          <w:trHeight w:val="622"/>
        </w:trPr>
        <w:tc>
          <w:tcPr>
            <w:tcW w:w="2694" w:type="dxa"/>
          </w:tcPr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统一社会信用代码</w:t>
            </w:r>
          </w:p>
        </w:tc>
        <w:tc>
          <w:tcPr>
            <w:tcW w:w="6237" w:type="dxa"/>
            <w:gridSpan w:val="2"/>
          </w:tcPr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E40BC" w:rsidRPr="000A22CA" w:rsidTr="000A22CA">
        <w:trPr>
          <w:trHeight w:val="3104"/>
        </w:trPr>
        <w:tc>
          <w:tcPr>
            <w:tcW w:w="8931" w:type="dxa"/>
            <w:gridSpan w:val="3"/>
          </w:tcPr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注销登记原因</w:t>
            </w:r>
            <w:r w:rsidRPr="000A22CA">
              <w:rPr>
                <w:rFonts w:ascii="仿宋_GB2312" w:eastAsia="仿宋_GB2312"/>
                <w:sz w:val="30"/>
                <w:szCs w:val="30"/>
              </w:rPr>
              <w:t>:</w:t>
            </w:r>
          </w:p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FE40BC" w:rsidRDefault="00FE40BC" w:rsidP="002750CC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 w:rsidP="002750C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E40BC" w:rsidRPr="000A22CA" w:rsidTr="000A22CA">
        <w:trPr>
          <w:trHeight w:val="2545"/>
        </w:trPr>
        <w:tc>
          <w:tcPr>
            <w:tcW w:w="4437" w:type="dxa"/>
            <w:gridSpan w:val="2"/>
          </w:tcPr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境外非政府组织代表机构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（签章）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 w:rsidP="002365FC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4494" w:type="dxa"/>
          </w:tcPr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境外非政府组织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（签章）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 w:rsidP="002365FC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  <w:tr w:rsidR="00FE40BC" w:rsidRPr="000A22CA" w:rsidTr="006D77CA">
        <w:trPr>
          <w:trHeight w:val="2539"/>
        </w:trPr>
        <w:tc>
          <w:tcPr>
            <w:tcW w:w="4437" w:type="dxa"/>
            <w:gridSpan w:val="2"/>
          </w:tcPr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业务主管单位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意见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（盖章）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 w:rsidP="002365FC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4494" w:type="dxa"/>
          </w:tcPr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登记管理机关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意见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（盖章）</w:t>
            </w:r>
          </w:p>
          <w:p w:rsidR="00FE40BC" w:rsidRPr="000A22CA" w:rsidRDefault="00FE40BC" w:rsidP="002365F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FE40BC" w:rsidRPr="000A22CA" w:rsidRDefault="00FE40BC" w:rsidP="002365FC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0A22CA"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月</w:t>
            </w:r>
            <w:r w:rsidRPr="000A22CA"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 w:rsidRPr="000A22CA">
              <w:rPr>
                <w:rFonts w:ascii="仿宋_GB2312" w:eastAsia="仿宋_GB2312" w:hint="eastAsia"/>
                <w:sz w:val="30"/>
                <w:szCs w:val="30"/>
              </w:rPr>
              <w:t>日</w:t>
            </w:r>
          </w:p>
        </w:tc>
      </w:tr>
    </w:tbl>
    <w:p w:rsidR="00FE40BC" w:rsidRDefault="00FE40BC" w:rsidP="006D77CA"/>
    <w:sectPr w:rsidR="00FE40BC" w:rsidSect="00E05F01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0BC" w:rsidRDefault="00FE40BC">
      <w:r>
        <w:separator/>
      </w:r>
    </w:p>
  </w:endnote>
  <w:endnote w:type="continuationSeparator" w:id="1">
    <w:p w:rsidR="00FE40BC" w:rsidRDefault="00FE4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0BC" w:rsidRDefault="00FE40BC">
    <w:pPr>
      <w:pStyle w:val="Footer"/>
      <w:jc w:val="right"/>
    </w:pPr>
    <w:r>
      <w:rPr>
        <w:rFonts w:hint="eastAsia"/>
      </w:rPr>
      <w:t>公安部境外非政府组织管理办公室制</w:t>
    </w:r>
  </w:p>
  <w:p w:rsidR="00FE40BC" w:rsidRDefault="00FE40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0BC" w:rsidRDefault="00FE40BC">
      <w:r>
        <w:separator/>
      </w:r>
    </w:p>
  </w:footnote>
  <w:footnote w:type="continuationSeparator" w:id="1">
    <w:p w:rsidR="00FE40BC" w:rsidRDefault="00FE4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0BC" w:rsidRDefault="00FE40BC" w:rsidP="00DC5C0B">
    <w:pPr>
      <w:pStyle w:val="Header"/>
      <w:jc w:val="left"/>
    </w:pPr>
    <w:r>
      <w:rPr>
        <w:rFonts w:hint="eastAsia"/>
      </w:rPr>
      <w:t>表十：境外非政府组织代表机构注销登记申请表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A22CA"/>
    <w:rsid w:val="000D0436"/>
    <w:rsid w:val="00172A27"/>
    <w:rsid w:val="002365FC"/>
    <w:rsid w:val="00256D07"/>
    <w:rsid w:val="00257696"/>
    <w:rsid w:val="002750CC"/>
    <w:rsid w:val="002A1CBF"/>
    <w:rsid w:val="003B2426"/>
    <w:rsid w:val="003C322F"/>
    <w:rsid w:val="003E1BD6"/>
    <w:rsid w:val="003F6E52"/>
    <w:rsid w:val="00420D61"/>
    <w:rsid w:val="004A28E9"/>
    <w:rsid w:val="004B1994"/>
    <w:rsid w:val="004F3047"/>
    <w:rsid w:val="00505426"/>
    <w:rsid w:val="0052417E"/>
    <w:rsid w:val="005F61BD"/>
    <w:rsid w:val="00615658"/>
    <w:rsid w:val="006B709B"/>
    <w:rsid w:val="006D77CA"/>
    <w:rsid w:val="007352EB"/>
    <w:rsid w:val="007B238B"/>
    <w:rsid w:val="007C2C6A"/>
    <w:rsid w:val="007C51FD"/>
    <w:rsid w:val="007E36D5"/>
    <w:rsid w:val="007E7C71"/>
    <w:rsid w:val="008F6DFC"/>
    <w:rsid w:val="00925F5E"/>
    <w:rsid w:val="00A95FFE"/>
    <w:rsid w:val="00C65C91"/>
    <w:rsid w:val="00D07E9C"/>
    <w:rsid w:val="00D8511E"/>
    <w:rsid w:val="00DC5C0B"/>
    <w:rsid w:val="00E05F01"/>
    <w:rsid w:val="00E44777"/>
    <w:rsid w:val="00E65044"/>
    <w:rsid w:val="00FE4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F01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E05F01"/>
    <w:rPr>
      <w:rFonts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5F01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05F0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05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A28E9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05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4A28E9"/>
    <w:rPr>
      <w:rFonts w:ascii="Calibri" w:hAnsi="Calibri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rsid w:val="00E05F01"/>
    <w:rPr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A28E9"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25</Words>
  <Characters>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sh-ja</dc:title>
  <dc:subject/>
  <dc:creator>sh-ja</dc:creator>
  <cp:keywords/>
  <dc:description/>
  <cp:lastModifiedBy>李超</cp:lastModifiedBy>
  <cp:revision>12</cp:revision>
  <cp:lastPrinted>2016-06-07T05:44:00Z</cp:lastPrinted>
  <dcterms:created xsi:type="dcterms:W3CDTF">2016-01-14T06:24:00Z</dcterms:created>
  <dcterms:modified xsi:type="dcterms:W3CDTF">2016-11-24T12:45:00Z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